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8026DE" w:rsidP="008465E4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-219710</wp:posOffset>
                </wp:positionV>
                <wp:extent cx="3321050" cy="747395"/>
                <wp:effectExtent l="15240" t="18415" r="16510" b="15240"/>
                <wp:wrapNone/>
                <wp:docPr id="1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7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1A11B3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HW#5.1</w:t>
                            </w:r>
                            <w:r w:rsidR="001C46C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C46C7" w:rsidRPr="00324D16">
                              <w:rPr>
                                <w:rFonts w:ascii="Cambria" w:hAnsi="Cambria"/>
                              </w:rPr>
                              <w:t>Points, Lines, and Planes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1A11B3">
                              <w:rPr>
                                <w:rFonts w:ascii="Cambria" w:hAnsi="Cambria"/>
                              </w:rPr>
                              <w:t xml:space="preserve">September </w:t>
                            </w:r>
                            <w:proofErr w:type="gramStart"/>
                            <w:r w:rsidR="001A11B3">
                              <w:rPr>
                                <w:rFonts w:ascii="Cambria" w:hAnsi="Cambria"/>
                              </w:rPr>
                              <w:t>23</w:t>
                            </w:r>
                            <w:r w:rsidR="001A11B3" w:rsidRPr="001A11B3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 w:rsidR="001A11B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</w:rPr>
                              <w:t xml:space="preserve"> 201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17.3pt;width:261.5pt;height:58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" strokeweight="1.5pt">
                <v:textbox>
                  <w:txbxContent>
                    <w:p w:rsidR="001C46C7" w:rsidRDefault="001A11B3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HW#5.1</w:t>
                      </w:r>
                      <w:r w:rsidR="001C46C7">
                        <w:rPr>
                          <w:rFonts w:ascii="Cambria" w:hAnsi="Cambria"/>
                        </w:rPr>
                        <w:t xml:space="preserve">: </w:t>
                      </w:r>
                      <w:r w:rsidR="001C46C7" w:rsidRPr="00324D16">
                        <w:rPr>
                          <w:rFonts w:ascii="Cambria" w:hAnsi="Cambria"/>
                        </w:rPr>
                        <w:t>Points, Lines, and Planes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Tuesday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1A11B3">
                        <w:rPr>
                          <w:rFonts w:ascii="Cambria" w:hAnsi="Cambria"/>
                        </w:rPr>
                        <w:t xml:space="preserve">September </w:t>
                      </w:r>
                      <w:proofErr w:type="gramStart"/>
                      <w:r w:rsidR="001A11B3">
                        <w:rPr>
                          <w:rFonts w:ascii="Cambria" w:hAnsi="Cambria"/>
                        </w:rPr>
                        <w:t>23</w:t>
                      </w:r>
                      <w:r w:rsidR="001A11B3" w:rsidRPr="001A11B3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 w:rsidR="001A11B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,</w:t>
                      </w:r>
                      <w:proofErr w:type="gramEnd"/>
                      <w:r>
                        <w:rPr>
                          <w:rFonts w:ascii="Cambria" w:hAnsi="Cambria"/>
                        </w:rPr>
                        <w:t xml:space="preserve"> 201</w:t>
                      </w:r>
                      <w:r w:rsidR="00645526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65E4" w:rsidRPr="00FC683D" w:rsidRDefault="008465E4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6B192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2"/>
        <w:gridCol w:w="5368"/>
      </w:tblGrid>
      <w:tr w:rsidR="008465E4" w:rsidRPr="00693D49" w:rsidTr="00521218">
        <w:tc>
          <w:tcPr>
            <w:tcW w:w="5422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1. Define “collinear”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collinear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36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2. Define “coplanar”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coplanar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521218" w:rsidRPr="00693D49" w:rsidTr="00521218">
        <w:tc>
          <w:tcPr>
            <w:tcW w:w="5422" w:type="dxa"/>
            <w:tcBorders>
              <w:bottom w:val="single" w:sz="4" w:space="0" w:color="auto"/>
            </w:tcBorders>
            <w:shd w:val="clear" w:color="auto" w:fill="auto"/>
          </w:tcPr>
          <w:p w:rsidR="00521218" w:rsidRPr="00693D49" w:rsidRDefault="00521218" w:rsidP="00521218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3. What is the different between a </w:t>
            </w:r>
            <w:r>
              <w:rPr>
                <w:rFonts w:ascii="Calibri" w:hAnsi="Calibri" w:cs="Calibri"/>
                <w:szCs w:val="20"/>
              </w:rPr>
              <w:t>line and something that’s collinear</w:t>
            </w:r>
            <w:r w:rsidRPr="00693D49">
              <w:rPr>
                <w:rFonts w:ascii="Calibri" w:hAnsi="Calibri" w:cs="Calibri"/>
                <w:szCs w:val="20"/>
              </w:rPr>
              <w:t xml:space="preserve">? </w:t>
            </w:r>
          </w:p>
          <w:p w:rsidR="00521218" w:rsidRPr="00693D49" w:rsidRDefault="00521218" w:rsidP="00521218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521218" w:rsidRPr="00693D49" w:rsidRDefault="00521218" w:rsidP="0052121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521218" w:rsidRPr="00693D49" w:rsidRDefault="00521218" w:rsidP="0052121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521218" w:rsidRPr="00693D49" w:rsidRDefault="00521218" w:rsidP="00521218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368" w:type="dxa"/>
            <w:tcBorders>
              <w:bottom w:val="single" w:sz="4" w:space="0" w:color="auto"/>
            </w:tcBorders>
            <w:shd w:val="clear" w:color="auto" w:fill="auto"/>
          </w:tcPr>
          <w:p w:rsidR="00521218" w:rsidRPr="00693D49" w:rsidRDefault="00521218" w:rsidP="00521218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4.   Wha</w:t>
            </w:r>
            <w:r>
              <w:rPr>
                <w:rFonts w:ascii="Calibri" w:hAnsi="Calibri" w:cs="Calibri"/>
                <w:szCs w:val="20"/>
              </w:rPr>
              <w:t>t is the different between a plane and something that’s coplanar</w:t>
            </w:r>
            <w:r w:rsidRPr="00693D49">
              <w:rPr>
                <w:rFonts w:ascii="Calibri" w:hAnsi="Calibri" w:cs="Calibri"/>
                <w:szCs w:val="20"/>
              </w:rPr>
              <w:t xml:space="preserve">? </w:t>
            </w:r>
          </w:p>
          <w:p w:rsidR="00521218" w:rsidRPr="00693D49" w:rsidRDefault="00521218" w:rsidP="00521218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521218" w:rsidRPr="00693D49" w:rsidRDefault="00521218" w:rsidP="0052121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521218" w:rsidRPr="00693D49" w:rsidRDefault="00521218" w:rsidP="0052121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521218" w:rsidRPr="00693D49" w:rsidRDefault="00521218" w:rsidP="00521218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521218"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5.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693D49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19428C" w:rsidRDefault="008465E4" w:rsidP="00F3345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1752600"/>
                  <wp:effectExtent l="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521218">
        <w:tc>
          <w:tcPr>
            <w:tcW w:w="5422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838450" cy="1504950"/>
                  <wp:effectExtent l="0" t="0" r="0" b="0"/>
                  <wp:docPr id="9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9B295F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6. Name each of the three lines above</w:t>
            </w:r>
            <w:r w:rsidR="00977155">
              <w:rPr>
                <w:rFonts w:ascii="Calibri" w:hAnsi="Calibri" w:cs="Calibri"/>
                <w:szCs w:val="20"/>
              </w:rPr>
              <w:t xml:space="preserve"> three different ways</w:t>
            </w:r>
            <w:r>
              <w:rPr>
                <w:rFonts w:ascii="Calibri" w:hAnsi="Calibri" w:cs="Calibri"/>
                <w:szCs w:val="20"/>
              </w:rPr>
              <w:t>.</w:t>
            </w:r>
          </w:p>
          <w:p w:rsidR="008465E4" w:rsidRPr="00693D49" w:rsidRDefault="00977155" w:rsidP="00977155">
            <w:pPr>
              <w:pStyle w:val="LightGrid-Accent31"/>
              <w:ind w:left="0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Line 1: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_____  </w:t>
            </w:r>
            <w:r>
              <w:rPr>
                <w:rFonts w:ascii="Calibri" w:hAnsi="Calibri" w:cs="Calibri"/>
                <w:szCs w:val="20"/>
              </w:rPr>
              <w:t xml:space="preserve">     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 _____  </w:t>
            </w:r>
            <w:r>
              <w:rPr>
                <w:rFonts w:ascii="Calibri" w:hAnsi="Calibri" w:cs="Calibri"/>
                <w:szCs w:val="20"/>
              </w:rPr>
              <w:t xml:space="preserve">     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_____  </w:t>
            </w:r>
          </w:p>
          <w:p w:rsidR="008465E4" w:rsidRPr="00693D49" w:rsidRDefault="00977155" w:rsidP="00977155">
            <w:pPr>
              <w:pStyle w:val="LightGrid-Accent31"/>
              <w:ind w:left="0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Line 2: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_____  </w:t>
            </w:r>
            <w:r>
              <w:rPr>
                <w:rFonts w:ascii="Calibri" w:hAnsi="Calibri" w:cs="Calibri"/>
                <w:szCs w:val="20"/>
              </w:rPr>
              <w:t xml:space="preserve">     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 _____ </w:t>
            </w:r>
            <w:r>
              <w:rPr>
                <w:rFonts w:ascii="Calibri" w:hAnsi="Calibri" w:cs="Calibri"/>
                <w:szCs w:val="20"/>
              </w:rPr>
              <w:t xml:space="preserve">      </w:t>
            </w:r>
            <w:bookmarkStart w:id="0" w:name="_GoBack"/>
            <w:bookmarkEnd w:id="0"/>
            <w:r w:rsidR="008465E4" w:rsidRPr="00693D49">
              <w:rPr>
                <w:rFonts w:ascii="Calibri" w:hAnsi="Calibri" w:cs="Calibri"/>
                <w:szCs w:val="20"/>
              </w:rPr>
              <w:t xml:space="preserve">  _____  </w:t>
            </w:r>
          </w:p>
          <w:p w:rsidR="009B295F" w:rsidRPr="009B295F" w:rsidRDefault="00977155" w:rsidP="00977155">
            <w:pPr>
              <w:pStyle w:val="LightGrid-Accent31"/>
              <w:ind w:left="0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Line 3: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_____  </w:t>
            </w:r>
            <w:r>
              <w:rPr>
                <w:rFonts w:ascii="Calibri" w:hAnsi="Calibri" w:cs="Calibri"/>
                <w:szCs w:val="20"/>
              </w:rPr>
              <w:t xml:space="preserve">     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 _____  </w:t>
            </w:r>
            <w:r>
              <w:rPr>
                <w:rFonts w:ascii="Calibri" w:hAnsi="Calibri" w:cs="Calibri"/>
                <w:szCs w:val="20"/>
              </w:rPr>
              <w:t xml:space="preserve">      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_____  </w:t>
            </w:r>
            <w:r w:rsidR="009618F1">
              <w:rPr>
                <w:rFonts w:ascii="Calibri" w:hAnsi="Calibri" w:cs="Calibri"/>
                <w:szCs w:val="20"/>
              </w:rPr>
              <w:br/>
            </w:r>
            <w:r w:rsidR="009B295F">
              <w:rPr>
                <w:rFonts w:ascii="Calibri" w:hAnsi="Calibri" w:cs="Calibri"/>
                <w:szCs w:val="20"/>
              </w:rPr>
              <w:br/>
            </w:r>
          </w:p>
        </w:tc>
        <w:tc>
          <w:tcPr>
            <w:tcW w:w="536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noProof/>
                <w:szCs w:val="20"/>
              </w:rPr>
              <w:drawing>
                <wp:inline distT="0" distB="0" distL="0" distR="0">
                  <wp:extent cx="2171700" cy="1724025"/>
                  <wp:effectExtent l="0" t="0" r="0" b="9525"/>
                  <wp:docPr id="3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7. Name at least 3 sets of 3 points in the figure above that are coplanar. </w:t>
            </w: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395A4C" w:rsidRPr="00F3345E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</w:tc>
      </w:tr>
      <w:tr w:rsidR="008465E4" w:rsidTr="00521218"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lastRenderedPageBreak/>
              <w:t>8</w:t>
            </w:r>
            <w:r w:rsidR="009B295F">
              <w:rPr>
                <w:rFonts w:ascii="Calibri" w:hAnsi="Calibri" w:cs="Calibri"/>
                <w:noProof/>
                <w:szCs w:val="20"/>
              </w:rPr>
              <w:t>a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>) Determ</w:t>
            </w:r>
            <w:r w:rsidR="00193F33">
              <w:rPr>
                <w:rFonts w:ascii="Calibri" w:hAnsi="Calibri" w:cs="Calibri"/>
                <w:noProof/>
                <w:szCs w:val="20"/>
              </w:rPr>
              <w:t>ine the slope of the line below: _____</w:t>
            </w:r>
          </w:p>
          <w:p w:rsidR="00A226F8" w:rsidRDefault="008026DE" w:rsidP="00F3345E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714625" cy="1581150"/>
                  <wp:effectExtent l="0" t="0" r="9525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295F" w:rsidRPr="00DF0E19" w:rsidRDefault="009B295F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b) What is the y-intercept? ____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9</w:t>
            </w:r>
            <w:r w:rsidR="00193F33">
              <w:rPr>
                <w:rFonts w:ascii="Calibri" w:hAnsi="Calibri"/>
                <w:noProof/>
                <w:szCs w:val="20"/>
              </w:rPr>
              <w:t>a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Determine the slope of the line b</w:t>
            </w:r>
            <w:r w:rsidR="00193F33">
              <w:rPr>
                <w:rFonts w:ascii="Calibri" w:hAnsi="Calibri"/>
                <w:noProof/>
                <w:szCs w:val="20"/>
              </w:rPr>
              <w:t>elow: ____</w:t>
            </w:r>
          </w:p>
          <w:p w:rsidR="008465E4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476500" cy="1447800"/>
                  <wp:effectExtent l="0" t="0" r="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F33" w:rsidRPr="00DF0E19" w:rsidRDefault="00193F33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b) What is the y-intercept? ____</w:t>
            </w:r>
          </w:p>
        </w:tc>
      </w:tr>
      <w:tr w:rsidR="008465E4" w:rsidRPr="00DF0E19" w:rsidTr="00521218"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Default="001A11B3" w:rsidP="001A11B3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10)</w:t>
            </w:r>
          </w:p>
          <w:p w:rsidR="001A11B3" w:rsidRPr="001A11B3" w:rsidRDefault="001A11B3" w:rsidP="001A11B3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iCs/>
                <w:sz w:val="22"/>
                <w:szCs w:val="20"/>
              </w:rPr>
            </w:pPr>
            <w:r w:rsidRPr="0040113D">
              <w:rPr>
                <w:rFonts w:ascii="Calibri" w:hAnsi="Calibri" w:cs="Cambria"/>
                <w:sz w:val="22"/>
                <w:szCs w:val="20"/>
              </w:rPr>
              <w:t xml:space="preserve">Find </w:t>
            </w:r>
            <w:r>
              <w:rPr>
                <w:rFonts w:ascii="Calibri" w:hAnsi="Calibri" w:cs="Cambria"/>
                <w:i/>
                <w:iCs/>
                <w:sz w:val="22"/>
                <w:szCs w:val="20"/>
              </w:rPr>
              <w:t xml:space="preserve">MF </w:t>
            </w:r>
            <w:r>
              <w:rPr>
                <w:rFonts w:ascii="Calibri" w:hAnsi="Calibri" w:cs="Cambria"/>
                <w:iCs/>
                <w:sz w:val="22"/>
                <w:szCs w:val="20"/>
              </w:rPr>
              <w:t>if EF equals</w:t>
            </w:r>
            <w:r w:rsidR="009339F2">
              <w:rPr>
                <w:rFonts w:ascii="Calibri" w:hAnsi="Calibri" w:cs="Cambria"/>
                <w:iCs/>
                <w:sz w:val="22"/>
                <w:szCs w:val="20"/>
              </w:rPr>
              <w:t xml:space="preserve"> 30. </w:t>
            </w:r>
          </w:p>
          <w:p w:rsidR="001A11B3" w:rsidRPr="0040113D" w:rsidRDefault="001A11B3" w:rsidP="001A11B3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2"/>
                <w:szCs w:val="20"/>
              </w:rPr>
            </w:pPr>
          </w:p>
          <w:p w:rsidR="001A11B3" w:rsidRPr="0040113D" w:rsidRDefault="001A11B3" w:rsidP="001A11B3">
            <w:pPr>
              <w:shd w:val="clear" w:color="auto" w:fill="FFFFFF"/>
              <w:ind w:left="547" w:hanging="484"/>
              <w:rPr>
                <w:rFonts w:ascii="Calibri" w:hAnsi="Calibri" w:cs="Cambria"/>
                <w:sz w:val="22"/>
                <w:szCs w:val="20"/>
              </w:rPr>
            </w:pPr>
            <w:r w:rsidRPr="0040113D">
              <w:rPr>
                <w:rFonts w:ascii="Calibri" w:hAnsi="Calibri" w:cs="Cambria"/>
                <w:noProof/>
                <w:sz w:val="22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71755</wp:posOffset>
                  </wp:positionV>
                  <wp:extent cx="1748790" cy="390525"/>
                  <wp:effectExtent l="0" t="0" r="3810" b="9525"/>
                  <wp:wrapTopAndBottom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11B3" w:rsidRPr="00DF0E19" w:rsidRDefault="001A11B3" w:rsidP="001A11B3">
            <w:pPr>
              <w:rPr>
                <w:rFonts w:ascii="Calibri" w:hAnsi="Calibri" w:cs="Calibri"/>
                <w:noProof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9F2" w:rsidRPr="00652548" w:rsidRDefault="00276816" w:rsidP="009339F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11</w:t>
            </w:r>
            <w:r w:rsidR="008465E4" w:rsidRPr="00DF0E19">
              <w:rPr>
                <w:rFonts w:ascii="Calibri" w:hAnsi="Calibri"/>
                <w:noProof/>
                <w:szCs w:val="20"/>
              </w:rPr>
              <w:t xml:space="preserve">) </w:t>
            </w:r>
            <w:r w:rsidR="009339F2" w:rsidRPr="00652548">
              <w:rPr>
                <w:rFonts w:ascii="Calibri" w:hAnsi="Calibri" w:cs="Cambria"/>
                <w:bCs/>
                <w:szCs w:val="20"/>
              </w:rPr>
              <w:t xml:space="preserve"> Find the indicated length.</w:t>
            </w:r>
          </w:p>
          <w:p w:rsidR="009339F2" w:rsidRPr="00652548" w:rsidRDefault="009339F2" w:rsidP="00933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noProof/>
                <w:szCs w:val="20"/>
              </w:rPr>
              <w:drawing>
                <wp:inline distT="0" distB="0" distL="0" distR="0">
                  <wp:extent cx="2622550" cy="68135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0" cy="68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39F2" w:rsidRPr="00652548" w:rsidRDefault="009339F2" w:rsidP="009339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</w:p>
          <w:p w:rsidR="009339F2" w:rsidRPr="001B74F6" w:rsidRDefault="009339F2" w:rsidP="009339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a. DE</w:t>
            </w:r>
          </w:p>
          <w:p w:rsidR="009339F2" w:rsidRPr="001B74F6" w:rsidRDefault="009339F2" w:rsidP="009339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b. AB</w:t>
            </w:r>
          </w:p>
          <w:p w:rsidR="009339F2" w:rsidRPr="001B74F6" w:rsidRDefault="009339F2" w:rsidP="009339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c. AC</w:t>
            </w:r>
          </w:p>
          <w:p w:rsidR="009339F2" w:rsidRPr="001B74F6" w:rsidRDefault="009339F2" w:rsidP="009339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d. BD</w:t>
            </w:r>
          </w:p>
          <w:p w:rsidR="009339F2" w:rsidRPr="00652548" w:rsidRDefault="009339F2" w:rsidP="009339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e. CE</w:t>
            </w:r>
          </w:p>
          <w:p w:rsidR="008465E4" w:rsidRPr="00DF0E19" w:rsidRDefault="009339F2" w:rsidP="009339F2">
            <w:pPr>
              <w:rPr>
                <w:rFonts w:ascii="Calibri" w:hAnsi="Calibri"/>
                <w:noProof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f. BE</w:t>
            </w:r>
          </w:p>
        </w:tc>
      </w:tr>
      <w:tr w:rsidR="008465E4" w:rsidRPr="00DF0E19" w:rsidTr="00521218">
        <w:tc>
          <w:tcPr>
            <w:tcW w:w="10790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 xml:space="preserve">Error Analysis.  </w:t>
            </w:r>
            <w:r w:rsidR="009339F2">
              <w:rPr>
                <w:rFonts w:ascii="Calibri" w:hAnsi="Calibri"/>
              </w:rPr>
              <w:t>Mr. B</w:t>
            </w:r>
            <w:r w:rsidR="008465E4" w:rsidRPr="00DF0E19">
              <w:rPr>
                <w:rFonts w:ascii="Calibri" w:hAnsi="Calibri"/>
              </w:rPr>
              <w:t xml:space="preserve"> looked at the graph below and stated that the slope </w:t>
            </w:r>
            <w:proofErr w:type="gramStart"/>
            <w:r w:rsidR="008465E4" w:rsidRPr="00DF0E19">
              <w:rPr>
                <w:rFonts w:ascii="Calibri" w:hAnsi="Calibri"/>
              </w:rPr>
              <w:t xml:space="preserve">was </w:t>
            </w:r>
            <w:proofErr w:type="gramEnd"/>
            <w:r w:rsidR="008465E4" w:rsidRPr="00DF0E19">
              <w:rPr>
                <w:rFonts w:ascii="Calibri" w:hAnsi="Calibri"/>
                <w:position w:val="-24"/>
              </w:rPr>
              <w:object w:dxaOrig="4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30.75pt" o:ole="">
                  <v:imagedata r:id="rId15" o:title=""/>
                </v:shape>
                <o:OLEObject Type="Embed" ProgID="Equation.3" ShapeID="_x0000_i1025" DrawAspect="Content" ObjectID="_1472874390" r:id="rId16"/>
              </w:object>
            </w:r>
            <w:r w:rsidR="008465E4" w:rsidRPr="00DF0E19">
              <w:rPr>
                <w:rFonts w:ascii="Calibri" w:hAnsi="Calibri"/>
              </w:rPr>
              <w:t xml:space="preserve">.  </w:t>
            </w:r>
            <w:r w:rsidR="008465E4" w:rsidRPr="00DF0E19">
              <w:rPr>
                <w:rFonts w:ascii="Calibri" w:hAnsi="Calibri"/>
                <w:i/>
              </w:rPr>
              <w:t>Explain</w:t>
            </w:r>
            <w:r w:rsidR="009339F2">
              <w:rPr>
                <w:rFonts w:ascii="Calibri" w:hAnsi="Calibri"/>
              </w:rPr>
              <w:t xml:space="preserve"> what mistake </w:t>
            </w:r>
            <w:r w:rsidR="008465E4" w:rsidRPr="00DF0E19">
              <w:rPr>
                <w:rFonts w:ascii="Calibri" w:hAnsi="Calibri"/>
              </w:rPr>
              <w:t xml:space="preserve">he made and </w:t>
            </w:r>
            <w:r w:rsidR="008465E4" w:rsidRPr="00DF0E19">
              <w:rPr>
                <w:rFonts w:ascii="Calibri" w:hAnsi="Calibri"/>
                <w:i/>
              </w:rPr>
              <w:t>correct</w:t>
            </w:r>
            <w:r w:rsidR="009339F2">
              <w:rPr>
                <w:rFonts w:ascii="Calibri" w:hAnsi="Calibri"/>
              </w:rPr>
              <w:t xml:space="preserve"> him</w:t>
            </w:r>
            <w:r w:rsidR="008465E4" w:rsidRPr="00DF0E19">
              <w:rPr>
                <w:rFonts w:ascii="Calibri" w:hAnsi="Calibri"/>
              </w:rPr>
              <w:t xml:space="preserve"> by providing the accurate slope of the line.</w:t>
            </w:r>
          </w:p>
          <w:p w:rsidR="008465E4" w:rsidRPr="00DF0E19" w:rsidRDefault="008026DE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  <w:noProof/>
              </w:rPr>
              <w:drawing>
                <wp:inline distT="0" distB="0" distL="0" distR="0">
                  <wp:extent cx="2409825" cy="1400175"/>
                  <wp:effectExtent l="0" t="0" r="9525" b="9525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65E4" w:rsidRPr="00DF0E19" w:rsidTr="00521218">
        <w:tc>
          <w:tcPr>
            <w:tcW w:w="10790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>Explain.</w:t>
            </w:r>
            <w:r w:rsidR="008465E4" w:rsidRPr="00DF0E19">
              <w:rPr>
                <w:rFonts w:ascii="Calibri" w:hAnsi="Calibri"/>
              </w:rPr>
              <w:t xml:space="preserve">  In 2 sentences, explain which line has the steepest slope by analyzing the equations of the lines below.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>Line a: y = 2x – 4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 xml:space="preserve">Line b: y = </w:t>
            </w:r>
            <w:r w:rsidRPr="00DF0E19">
              <w:rPr>
                <w:rFonts w:ascii="Calibri" w:hAnsi="Calibri"/>
                <w:position w:val="-24"/>
              </w:rPr>
              <w:object w:dxaOrig="220" w:dyaOrig="620">
                <v:shape id="_x0000_i1026" type="#_x0000_t75" style="width:11.25pt;height:30.75pt" o:ole="">
                  <v:imagedata r:id="rId18" o:title=""/>
                </v:shape>
                <o:OLEObject Type="Embed" ProgID="Equation.3" ShapeID="_x0000_i1026" DrawAspect="Content" ObjectID="_1472874391" r:id="rId19"/>
              </w:object>
            </w:r>
            <w:r w:rsidRPr="00DF0E19">
              <w:rPr>
                <w:rFonts w:ascii="Calibri" w:hAnsi="Calibri"/>
              </w:rPr>
              <w:t>x + 2</w:t>
            </w:r>
          </w:p>
        </w:tc>
      </w:tr>
    </w:tbl>
    <w:p w:rsidR="00A67E34" w:rsidRDefault="00A67E34" w:rsidP="008465E4">
      <w:pPr>
        <w:rPr>
          <w:rFonts w:ascii="Cambria" w:hAnsi="Cambria"/>
        </w:rPr>
      </w:pPr>
    </w:p>
    <w:p w:rsidR="00A67E34" w:rsidRDefault="00A67E34" w:rsidP="008465E4">
      <w:pPr>
        <w:rPr>
          <w:rFonts w:ascii="Cambria" w:hAnsi="Cambria"/>
        </w:rPr>
      </w:pPr>
    </w:p>
    <w:p w:rsidR="00A67E34" w:rsidRDefault="00A67E34" w:rsidP="008465E4">
      <w:pPr>
        <w:rPr>
          <w:rFonts w:ascii="Cambria" w:hAnsi="Cambria"/>
        </w:rPr>
      </w:pPr>
    </w:p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20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E9D" w:rsidRDefault="00E14E9D">
      <w:r>
        <w:separator/>
      </w:r>
    </w:p>
  </w:endnote>
  <w:endnote w:type="continuationSeparator" w:id="0">
    <w:p w:rsidR="00E14E9D" w:rsidRDefault="00E1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8026D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8026DE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E9D" w:rsidRDefault="00E14E9D">
      <w:r>
        <w:separator/>
      </w:r>
    </w:p>
  </w:footnote>
  <w:footnote w:type="continuationSeparator" w:id="0">
    <w:p w:rsidR="00E14E9D" w:rsidRDefault="00E14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9053C2C"/>
    <w:multiLevelType w:val="hybridMultilevel"/>
    <w:tmpl w:val="413896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5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3"/>
  </w:num>
  <w:num w:numId="4">
    <w:abstractNumId w:val="13"/>
  </w:num>
  <w:num w:numId="5">
    <w:abstractNumId w:val="19"/>
  </w:num>
  <w:num w:numId="6">
    <w:abstractNumId w:val="37"/>
  </w:num>
  <w:num w:numId="7">
    <w:abstractNumId w:val="28"/>
  </w:num>
  <w:num w:numId="8">
    <w:abstractNumId w:val="11"/>
  </w:num>
  <w:num w:numId="9">
    <w:abstractNumId w:val="9"/>
  </w:num>
  <w:num w:numId="10">
    <w:abstractNumId w:val="31"/>
  </w:num>
  <w:num w:numId="11">
    <w:abstractNumId w:val="4"/>
  </w:num>
  <w:num w:numId="12">
    <w:abstractNumId w:val="34"/>
  </w:num>
  <w:num w:numId="13">
    <w:abstractNumId w:val="10"/>
  </w:num>
  <w:num w:numId="14">
    <w:abstractNumId w:val="17"/>
  </w:num>
  <w:num w:numId="15">
    <w:abstractNumId w:val="29"/>
  </w:num>
  <w:num w:numId="16">
    <w:abstractNumId w:val="32"/>
  </w:num>
  <w:num w:numId="17">
    <w:abstractNumId w:val="30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8"/>
  </w:num>
  <w:num w:numId="23">
    <w:abstractNumId w:val="24"/>
  </w:num>
  <w:num w:numId="24">
    <w:abstractNumId w:val="21"/>
  </w:num>
  <w:num w:numId="25">
    <w:abstractNumId w:val="35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6"/>
  </w:num>
  <w:num w:numId="32">
    <w:abstractNumId w:val="33"/>
  </w:num>
  <w:num w:numId="33">
    <w:abstractNumId w:val="18"/>
  </w:num>
  <w:num w:numId="34">
    <w:abstractNumId w:val="27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03444"/>
    <w:rsid w:val="000B496A"/>
    <w:rsid w:val="000E7AD7"/>
    <w:rsid w:val="00187477"/>
    <w:rsid w:val="00193F33"/>
    <w:rsid w:val="001A11B3"/>
    <w:rsid w:val="001C46C7"/>
    <w:rsid w:val="002174D7"/>
    <w:rsid w:val="00276816"/>
    <w:rsid w:val="0030428F"/>
    <w:rsid w:val="00395A4C"/>
    <w:rsid w:val="003B0B50"/>
    <w:rsid w:val="003C6032"/>
    <w:rsid w:val="003D4AD7"/>
    <w:rsid w:val="0040085F"/>
    <w:rsid w:val="004275E3"/>
    <w:rsid w:val="004F4694"/>
    <w:rsid w:val="00521218"/>
    <w:rsid w:val="00645526"/>
    <w:rsid w:val="00681B49"/>
    <w:rsid w:val="006F203E"/>
    <w:rsid w:val="00741C52"/>
    <w:rsid w:val="007B04D7"/>
    <w:rsid w:val="007C5E01"/>
    <w:rsid w:val="007F15B1"/>
    <w:rsid w:val="008026DE"/>
    <w:rsid w:val="008465E4"/>
    <w:rsid w:val="008718A2"/>
    <w:rsid w:val="008F75FB"/>
    <w:rsid w:val="0091669A"/>
    <w:rsid w:val="009339F2"/>
    <w:rsid w:val="009618F1"/>
    <w:rsid w:val="00977155"/>
    <w:rsid w:val="009B295F"/>
    <w:rsid w:val="009C5EF3"/>
    <w:rsid w:val="009F595F"/>
    <w:rsid w:val="00A226F8"/>
    <w:rsid w:val="00A65D76"/>
    <w:rsid w:val="00A67E34"/>
    <w:rsid w:val="00B332B9"/>
    <w:rsid w:val="00BB70C6"/>
    <w:rsid w:val="00D26746"/>
    <w:rsid w:val="00E14E9D"/>
    <w:rsid w:val="00E55A59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C9680E-1385-47AA-B7AE-AD379FA4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DE336-F0A8-4CE5-B182-60385A26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6</cp:revision>
  <cp:lastPrinted>2014-09-22T11:56:00Z</cp:lastPrinted>
  <dcterms:created xsi:type="dcterms:W3CDTF">2014-09-21T22:19:00Z</dcterms:created>
  <dcterms:modified xsi:type="dcterms:W3CDTF">2014-09-22T12:00:00Z</dcterms:modified>
</cp:coreProperties>
</file>